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F35" w:rsidRDefault="00C76F35" w:rsidP="00233B8B">
      <w:pPr>
        <w:rPr>
          <w:lang w:val="nl-NL"/>
        </w:rPr>
      </w:pPr>
      <w:r>
        <w:rPr>
          <w:lang w:val="nl-NL"/>
        </w:rPr>
        <w:tab/>
      </w:r>
      <w:r>
        <w:rPr>
          <w:lang w:val="nl-NL"/>
        </w:rPr>
        <w:tab/>
      </w:r>
      <w:r>
        <w:rPr>
          <w:lang w:val="nl-NL"/>
        </w:rPr>
        <w:tab/>
      </w:r>
      <w:r>
        <w:rPr>
          <w:lang w:val="nl-NL"/>
        </w:rPr>
        <w:tab/>
      </w:r>
      <w:r>
        <w:rPr>
          <w:lang w:val="nl-NL"/>
        </w:rPr>
        <w:tab/>
      </w:r>
      <w:r>
        <w:rPr>
          <w:lang w:val="nl-NL"/>
        </w:rPr>
        <w:tab/>
      </w:r>
      <w:r>
        <w:rPr>
          <w:lang w:val="nl-NL"/>
        </w:rPr>
        <w:tab/>
      </w:r>
      <w:r>
        <w:rPr>
          <w:lang w:val="nl-NL"/>
        </w:rPr>
        <w:tab/>
      </w:r>
      <w:r>
        <w:rPr>
          <w:lang w:val="nl-NL"/>
        </w:rPr>
        <w:tab/>
        <w:t>Wageningen, 23 maart 2018</w:t>
      </w:r>
      <w:bookmarkStart w:id="0" w:name="_GoBack"/>
      <w:bookmarkEnd w:id="0"/>
    </w:p>
    <w:p w:rsidR="00C76F35" w:rsidRDefault="00C76F35" w:rsidP="00233B8B">
      <w:pPr>
        <w:rPr>
          <w:lang w:val="nl-NL"/>
        </w:rPr>
      </w:pPr>
    </w:p>
    <w:p w:rsidR="00233B8B" w:rsidRDefault="00233B8B" w:rsidP="00233B8B">
      <w:pPr>
        <w:rPr>
          <w:lang w:val="nl-NL"/>
        </w:rPr>
      </w:pPr>
      <w:r>
        <w:rPr>
          <w:lang w:val="nl-NL"/>
        </w:rPr>
        <w:t>Beste Egbert en Ton,</w:t>
      </w:r>
    </w:p>
    <w:p w:rsidR="0074723D" w:rsidRDefault="0074723D" w:rsidP="00233B8B">
      <w:pPr>
        <w:rPr>
          <w:lang w:val="nl-NL"/>
        </w:rPr>
      </w:pPr>
    </w:p>
    <w:p w:rsidR="00233B8B" w:rsidRDefault="00233B8B" w:rsidP="00233B8B">
      <w:pPr>
        <w:rPr>
          <w:lang w:val="nl-NL"/>
        </w:rPr>
      </w:pPr>
      <w:r>
        <w:rPr>
          <w:lang w:val="nl-NL"/>
        </w:rPr>
        <w:t xml:space="preserve">Ik heb het </w:t>
      </w:r>
      <w:r w:rsidR="00656223">
        <w:rPr>
          <w:lang w:val="nl-NL"/>
        </w:rPr>
        <w:t>financiële jaarverslag over 2017</w:t>
      </w:r>
      <w:r>
        <w:rPr>
          <w:lang w:val="nl-NL"/>
        </w:rPr>
        <w:t xml:space="preserve"> gemaakt. </w:t>
      </w:r>
      <w:r w:rsidR="0027551E">
        <w:rPr>
          <w:lang w:val="nl-NL"/>
        </w:rPr>
        <w:t xml:space="preserve">Ik heb zoveel mogelijk de </w:t>
      </w:r>
      <w:r>
        <w:rPr>
          <w:lang w:val="nl-NL"/>
        </w:rPr>
        <w:t>bestand</w:t>
      </w:r>
      <w:r w:rsidR="0027551E">
        <w:rPr>
          <w:lang w:val="nl-NL"/>
        </w:rPr>
        <w:t xml:space="preserve">s formaten uit eerdere jaren proberen aan te houden. </w:t>
      </w:r>
      <w:r w:rsidR="004A760B">
        <w:rPr>
          <w:lang w:val="nl-NL"/>
        </w:rPr>
        <w:t>De bestanden zijn</w:t>
      </w:r>
      <w:r>
        <w:rPr>
          <w:lang w:val="nl-NL"/>
        </w:rPr>
        <w:t xml:space="preserve"> als volgt: </w:t>
      </w:r>
    </w:p>
    <w:p w:rsidR="00615293" w:rsidRDefault="00615293" w:rsidP="00233B8B">
      <w:pPr>
        <w:rPr>
          <w:lang w:val="nl-NL"/>
        </w:rPr>
      </w:pPr>
    </w:p>
    <w:p w:rsidR="00615293" w:rsidRDefault="00656223" w:rsidP="00615293">
      <w:pPr>
        <w:rPr>
          <w:lang w:val="nl-NL"/>
        </w:rPr>
      </w:pPr>
      <w:r>
        <w:rPr>
          <w:lang w:val="nl-NL"/>
        </w:rPr>
        <w:t>Financieel Jaarverslag 2017</w:t>
      </w:r>
      <w:r w:rsidR="00615293">
        <w:rPr>
          <w:lang w:val="nl-NL"/>
        </w:rPr>
        <w:t xml:space="preserve"> Baten en Lasten.pdf - 1</w:t>
      </w:r>
      <w:r w:rsidR="00615293">
        <w:rPr>
          <w:vertAlign w:val="superscript"/>
          <w:lang w:val="nl-NL"/>
        </w:rPr>
        <w:t>e</w:t>
      </w:r>
      <w:r w:rsidR="00615293">
        <w:rPr>
          <w:lang w:val="nl-NL"/>
        </w:rPr>
        <w:t xml:space="preserve"> onderdeel van financieel jaarverslag</w:t>
      </w:r>
    </w:p>
    <w:p w:rsidR="00233B8B" w:rsidRDefault="00656223" w:rsidP="00233B8B">
      <w:pPr>
        <w:rPr>
          <w:lang w:val="nl-NL"/>
        </w:rPr>
      </w:pPr>
      <w:r>
        <w:rPr>
          <w:lang w:val="nl-NL"/>
        </w:rPr>
        <w:t>Financieel Jaarverslag 2017</w:t>
      </w:r>
      <w:r w:rsidR="00233B8B">
        <w:rPr>
          <w:lang w:val="nl-NL"/>
        </w:rPr>
        <w:t xml:space="preserve"> Balans.pdf - 2</w:t>
      </w:r>
      <w:r w:rsidR="00233B8B">
        <w:rPr>
          <w:vertAlign w:val="superscript"/>
          <w:lang w:val="nl-NL"/>
        </w:rPr>
        <w:t>e</w:t>
      </w:r>
      <w:r w:rsidR="00233B8B">
        <w:rPr>
          <w:lang w:val="nl-NL"/>
        </w:rPr>
        <w:t xml:space="preserve"> onderdeel van financieel jaarverslag</w:t>
      </w:r>
    </w:p>
    <w:p w:rsidR="00233B8B" w:rsidRDefault="00656223" w:rsidP="00233B8B">
      <w:pPr>
        <w:rPr>
          <w:lang w:val="nl-NL"/>
        </w:rPr>
      </w:pPr>
      <w:r>
        <w:rPr>
          <w:lang w:val="nl-NL"/>
        </w:rPr>
        <w:t>Financieel Jaarverslag 2017</w:t>
      </w:r>
      <w:r w:rsidR="00615293">
        <w:rPr>
          <w:lang w:val="nl-NL"/>
        </w:rPr>
        <w:t xml:space="preserve"> Leden ANed</w:t>
      </w:r>
      <w:r w:rsidR="00233B8B">
        <w:rPr>
          <w:lang w:val="nl-NL"/>
        </w:rPr>
        <w:t>.pdf - overzicht ledenaantallen</w:t>
      </w:r>
    </w:p>
    <w:p w:rsidR="00615293" w:rsidRDefault="00656223" w:rsidP="00233B8B">
      <w:pPr>
        <w:rPr>
          <w:lang w:val="nl-NL"/>
        </w:rPr>
      </w:pPr>
      <w:r>
        <w:rPr>
          <w:lang w:val="nl-NL"/>
        </w:rPr>
        <w:t>Financieel Jaarverslag 2017</w:t>
      </w:r>
      <w:r w:rsidR="00615293" w:rsidRPr="00615293">
        <w:rPr>
          <w:lang w:val="nl-NL"/>
        </w:rPr>
        <w:t xml:space="preserve"> Overzicht rekeningen ANed.pdf</w:t>
      </w:r>
    </w:p>
    <w:p w:rsidR="00615293" w:rsidRDefault="00615293" w:rsidP="00233B8B">
      <w:pPr>
        <w:rPr>
          <w:lang w:val="nl-NL"/>
        </w:rPr>
      </w:pPr>
    </w:p>
    <w:p w:rsidR="00233B8B" w:rsidRDefault="00656223" w:rsidP="00233B8B">
      <w:pPr>
        <w:rPr>
          <w:lang w:val="nl-NL"/>
        </w:rPr>
      </w:pPr>
      <w:r>
        <w:rPr>
          <w:lang w:val="nl-NL"/>
        </w:rPr>
        <w:t>Financieel Jaarverslag 2017</w:t>
      </w:r>
      <w:r w:rsidR="00233B8B">
        <w:rPr>
          <w:lang w:val="nl-NL"/>
        </w:rPr>
        <w:t>.xlsx - de originele excel file</w:t>
      </w:r>
    </w:p>
    <w:p w:rsidR="0074723D" w:rsidRDefault="0074723D" w:rsidP="00233B8B">
      <w:pPr>
        <w:rPr>
          <w:lang w:val="nl-NL"/>
        </w:rPr>
      </w:pPr>
    </w:p>
    <w:p w:rsidR="00615293" w:rsidRDefault="00615293" w:rsidP="00615293">
      <w:pPr>
        <w:rPr>
          <w:lang w:val="nl-NL"/>
        </w:rPr>
      </w:pPr>
      <w:r>
        <w:rPr>
          <w:lang w:val="nl-NL"/>
        </w:rPr>
        <w:t>ANed Betaalrekening over</w:t>
      </w:r>
      <w:r w:rsidR="00656223">
        <w:rPr>
          <w:lang w:val="nl-NL"/>
        </w:rPr>
        <w:t>zicht 2017</w:t>
      </w:r>
      <w:r>
        <w:rPr>
          <w:lang w:val="nl-NL"/>
        </w:rPr>
        <w:t>.pdf - overzicht alle transacties op de betaalrekening</w:t>
      </w:r>
    </w:p>
    <w:p w:rsidR="00615293" w:rsidRDefault="00F2658A" w:rsidP="00615293">
      <w:pPr>
        <w:rPr>
          <w:lang w:val="nl-NL"/>
        </w:rPr>
      </w:pPr>
      <w:r w:rsidRPr="00F2658A">
        <w:rPr>
          <w:lang w:val="nl-NL"/>
        </w:rPr>
        <w:t xml:space="preserve">ING - Afschrift spaarrekening 2017.pdf </w:t>
      </w:r>
      <w:r>
        <w:rPr>
          <w:lang w:val="nl-NL"/>
        </w:rPr>
        <w:t>–</w:t>
      </w:r>
      <w:r w:rsidR="00615293">
        <w:rPr>
          <w:lang w:val="nl-NL"/>
        </w:rPr>
        <w:t xml:space="preserve"> </w:t>
      </w:r>
      <w:r>
        <w:rPr>
          <w:lang w:val="nl-NL"/>
        </w:rPr>
        <w:t>het enige afschrift van de</w:t>
      </w:r>
      <w:r w:rsidR="00615293">
        <w:rPr>
          <w:lang w:val="nl-NL"/>
        </w:rPr>
        <w:t xml:space="preserve"> zakelijke spaarrekening</w:t>
      </w:r>
      <w:r>
        <w:rPr>
          <w:lang w:val="nl-NL"/>
        </w:rPr>
        <w:t xml:space="preserve"> dir jaar </w:t>
      </w:r>
    </w:p>
    <w:p w:rsidR="00615293" w:rsidRDefault="00656223" w:rsidP="00615293">
      <w:pPr>
        <w:rPr>
          <w:lang w:val="nl-NL"/>
        </w:rPr>
      </w:pPr>
      <w:r>
        <w:rPr>
          <w:lang w:val="nl-NL"/>
        </w:rPr>
        <w:t>ING - Jaaroverzicht 2017</w:t>
      </w:r>
      <w:r w:rsidR="00615293">
        <w:rPr>
          <w:lang w:val="nl-NL"/>
        </w:rPr>
        <w:t>.pdf - overzicht van saldi op de 2 rekeningen van ANed</w:t>
      </w:r>
    </w:p>
    <w:p w:rsidR="00615293" w:rsidRDefault="00615293" w:rsidP="00233B8B">
      <w:pPr>
        <w:rPr>
          <w:lang w:val="nl-NL"/>
        </w:rPr>
      </w:pPr>
    </w:p>
    <w:p w:rsidR="0074723D" w:rsidRDefault="00233B8B" w:rsidP="00233B8B">
      <w:pPr>
        <w:rPr>
          <w:lang w:val="nl-NL"/>
        </w:rPr>
      </w:pPr>
      <w:r>
        <w:rPr>
          <w:lang w:val="nl-NL"/>
        </w:rPr>
        <w:t>Verder is er een map “Bijlagen</w:t>
      </w:r>
      <w:r w:rsidR="00656223">
        <w:rPr>
          <w:lang w:val="nl-NL"/>
        </w:rPr>
        <w:t xml:space="preserve"> bij financieel jaarverslag 2017</w:t>
      </w:r>
      <w:r>
        <w:rPr>
          <w:lang w:val="nl-NL"/>
        </w:rPr>
        <w:t>” met declaraties/facturen als pdf van alle relevantie documenten. In de naam van de pdf’s zit de boekingsdatum</w:t>
      </w:r>
      <w:r w:rsidR="00852A4F">
        <w:rPr>
          <w:lang w:val="nl-NL"/>
        </w:rPr>
        <w:t>.</w:t>
      </w:r>
    </w:p>
    <w:p w:rsidR="00852A4F" w:rsidRDefault="00852A4F" w:rsidP="00233B8B">
      <w:pPr>
        <w:rPr>
          <w:lang w:val="nl-NL"/>
        </w:rPr>
      </w:pPr>
    </w:p>
    <w:p w:rsidR="009C1C8C" w:rsidRPr="009C1C8C" w:rsidRDefault="009C1C8C" w:rsidP="00CB5DF1">
      <w:pPr>
        <w:rPr>
          <w:lang w:val="nl-NL"/>
        </w:rPr>
      </w:pPr>
      <w:r w:rsidRPr="009C1C8C">
        <w:rPr>
          <w:lang w:val="nl-NL"/>
        </w:rPr>
        <w:t xml:space="preserve">Toelichting af- en bijschrijvingen wat betreft lidmaatschap: </w:t>
      </w:r>
      <w:r>
        <w:rPr>
          <w:lang w:val="nl-NL"/>
        </w:rPr>
        <w:t>e</w:t>
      </w:r>
      <w:r w:rsidRPr="009C1C8C">
        <w:rPr>
          <w:lang w:val="nl-NL"/>
        </w:rPr>
        <w:t>r is een afdracht gedaan richting IBS voor 92 reguliere leden, en ook voor al die leden contributie ontvangen. We hadden 90 reguliere leden (55 euro) en 2 associate (27 euro). Twee leden betaalden no</w:t>
      </w:r>
      <w:r>
        <w:rPr>
          <w:lang w:val="nl-NL"/>
        </w:rPr>
        <w:t>g</w:t>
      </w:r>
      <w:r w:rsidRPr="009C1C8C">
        <w:rPr>
          <w:lang w:val="nl-NL"/>
        </w:rPr>
        <w:t xml:space="preserve"> 10 euro extra voor de paper charge</w:t>
      </w:r>
      <w:r w:rsidR="00CB5DF1">
        <w:rPr>
          <w:lang w:val="nl-NL"/>
        </w:rPr>
        <w:t>. Ter vergelijking met het b</w:t>
      </w:r>
      <w:r w:rsidR="00CB5DF1">
        <w:rPr>
          <w:lang w:val="nl-NL"/>
        </w:rPr>
        <w:t>etaalrekening overzicht</w:t>
      </w:r>
      <w:r w:rsidR="00CB5DF1">
        <w:rPr>
          <w:lang w:val="nl-NL"/>
        </w:rPr>
        <w:t>:</w:t>
      </w:r>
    </w:p>
    <w:p w:rsidR="009C1C8C" w:rsidRDefault="009C1C8C" w:rsidP="009C1C8C">
      <w:pPr>
        <w:rPr>
          <w:lang w:val="nl-NL"/>
        </w:rPr>
      </w:pPr>
    </w:p>
    <w:p w:rsidR="009C1C8C" w:rsidRDefault="009C1C8C" w:rsidP="009C1C8C">
      <w:pPr>
        <w:pStyle w:val="ListParagraph"/>
        <w:numPr>
          <w:ilvl w:val="0"/>
          <w:numId w:val="2"/>
        </w:numPr>
        <w:rPr>
          <w:lang w:val="nl-NL"/>
        </w:rPr>
      </w:pPr>
      <w:r w:rsidRPr="00FA1A33">
        <w:rPr>
          <w:lang w:val="nl-NL"/>
        </w:rPr>
        <w:t xml:space="preserve">ING Incasso: 3639 </w:t>
      </w:r>
      <w:r>
        <w:rPr>
          <w:lang w:val="nl-NL"/>
        </w:rPr>
        <w:t xml:space="preserve">+ 220 </w:t>
      </w:r>
      <w:r w:rsidRPr="00FA1A33">
        <w:rPr>
          <w:lang w:val="nl-NL"/>
        </w:rPr>
        <w:t>euro = 2 * 27 + 1 * 65 + 68 * 55</w:t>
      </w:r>
      <w:r>
        <w:rPr>
          <w:lang w:val="nl-NL"/>
        </w:rPr>
        <w:t xml:space="preserve"> + 4 * 55 (220 euro voor de mensen die voor het eerst per incasso betalen; die moeten bij de ING in een aparte batch)</w:t>
      </w:r>
      <w:r w:rsidRPr="00FA1A33">
        <w:rPr>
          <w:lang w:val="nl-NL"/>
        </w:rPr>
        <w:t xml:space="preserve"> </w:t>
      </w:r>
    </w:p>
    <w:p w:rsidR="009C1C8C" w:rsidRDefault="009C1C8C" w:rsidP="009C1C8C">
      <w:pPr>
        <w:pStyle w:val="ListParagraph"/>
        <w:numPr>
          <w:ilvl w:val="0"/>
          <w:numId w:val="2"/>
        </w:numPr>
        <w:rPr>
          <w:lang w:val="nl-NL"/>
        </w:rPr>
      </w:pPr>
      <w:r>
        <w:rPr>
          <w:lang w:val="nl-NL"/>
        </w:rPr>
        <w:t>2 maal 55 euro van de incasso teruggeboekt. Eén lid heeft daadwerkelijk opgezegd, in verband met pensionering. Een ander lid heeft het alsnog overgemaakt. Ik heb in 2017 pas laat naar de IBS afgedragen, dus die opzegging kon ik in de ledenaantallen al meenemen.</w:t>
      </w:r>
    </w:p>
    <w:p w:rsidR="009C1C8C" w:rsidRDefault="009C1C8C" w:rsidP="009C1C8C">
      <w:pPr>
        <w:pStyle w:val="ListParagraph"/>
        <w:numPr>
          <w:ilvl w:val="0"/>
          <w:numId w:val="2"/>
        </w:numPr>
        <w:rPr>
          <w:lang w:val="nl-NL"/>
        </w:rPr>
      </w:pPr>
      <w:r>
        <w:rPr>
          <w:lang w:val="nl-NL"/>
        </w:rPr>
        <w:t>Per factuur: 1*65, 22*55 (waarvan 1 keer een betaling van een eerder geweigerde incasso)</w:t>
      </w:r>
    </w:p>
    <w:p w:rsidR="009C1C8C" w:rsidRDefault="009C1C8C" w:rsidP="009C1C8C">
      <w:pPr>
        <w:pStyle w:val="ListParagraph"/>
        <w:numPr>
          <w:ilvl w:val="0"/>
          <w:numId w:val="2"/>
        </w:numPr>
        <w:rPr>
          <w:lang w:val="nl-NL"/>
        </w:rPr>
      </w:pPr>
      <w:r>
        <w:rPr>
          <w:lang w:val="nl-NL"/>
        </w:rPr>
        <w:t>Samen kom ik uit op 2*65 + 88*55 + 2*27 = 5024 euro</w:t>
      </w:r>
    </w:p>
    <w:p w:rsidR="009C1C8C" w:rsidRDefault="009C1C8C" w:rsidP="009C1C8C">
      <w:pPr>
        <w:rPr>
          <w:lang w:val="nl-NL"/>
        </w:rPr>
      </w:pPr>
    </w:p>
    <w:p w:rsidR="009C1C8C" w:rsidRPr="009C1C8C" w:rsidRDefault="009C1C8C" w:rsidP="009C1C8C">
      <w:pPr>
        <w:rPr>
          <w:lang w:val="nl-NL"/>
        </w:rPr>
      </w:pPr>
      <w:r w:rsidRPr="009C1C8C">
        <w:rPr>
          <w:lang w:val="nl-NL"/>
        </w:rPr>
        <w:t xml:space="preserve">Voor onze afdracht aan de IBS zie het excel bestand ANED 2017 IBS Region Reporting Form.xlsx </w:t>
      </w:r>
    </w:p>
    <w:p w:rsidR="0074723D" w:rsidRDefault="0074723D" w:rsidP="00233B8B">
      <w:pPr>
        <w:rPr>
          <w:lang w:val="nl-NL"/>
        </w:rPr>
      </w:pPr>
    </w:p>
    <w:p w:rsidR="00455DBD" w:rsidRDefault="00455DBD" w:rsidP="00233B8B">
      <w:pPr>
        <w:rPr>
          <w:lang w:val="nl-NL"/>
        </w:rPr>
      </w:pPr>
      <w:r>
        <w:rPr>
          <w:lang w:val="nl-NL"/>
        </w:rPr>
        <w:t>Tenslotte een opmerking over enkele extra inkomsten. Voor de image analysis bijeenkomst van 15 december 2017 is voor het eerst besloten om aan niet-leden een bijdrage van 10 euro te vragen. Van de 6 maal 10 euro heb ik er 5 contant ontvangen en dit later overgemaakt</w:t>
      </w:r>
      <w:r w:rsidR="00F2658A">
        <w:rPr>
          <w:lang w:val="nl-NL"/>
        </w:rPr>
        <w:t xml:space="preserve"> van mijn prive-rekening</w:t>
      </w:r>
      <w:r>
        <w:rPr>
          <w:lang w:val="nl-NL"/>
        </w:rPr>
        <w:t>. Ook voor de PhD-dag zijn er bijdragen van 10 euro betaald, maar dat laatste staat meer op zichzelf.</w:t>
      </w:r>
    </w:p>
    <w:p w:rsidR="00455DBD" w:rsidRDefault="00455DBD" w:rsidP="00233B8B">
      <w:pPr>
        <w:rPr>
          <w:lang w:val="nl-NL"/>
        </w:rPr>
      </w:pPr>
    </w:p>
    <w:p w:rsidR="00233B8B" w:rsidRDefault="00233B8B" w:rsidP="00233B8B">
      <w:pPr>
        <w:rPr>
          <w:lang w:val="nl-NL"/>
        </w:rPr>
      </w:pPr>
      <w:r>
        <w:rPr>
          <w:lang w:val="nl-NL"/>
        </w:rPr>
        <w:t>Met vriendelijke groeten,</w:t>
      </w:r>
    </w:p>
    <w:p w:rsidR="0074723D" w:rsidRDefault="0074723D" w:rsidP="00233B8B">
      <w:pPr>
        <w:rPr>
          <w:lang w:val="nl-NL"/>
        </w:rPr>
      </w:pPr>
    </w:p>
    <w:p w:rsidR="00233B8B" w:rsidRDefault="00CE5CF4" w:rsidP="00233B8B">
      <w:pPr>
        <w:rPr>
          <w:lang w:val="nl-NL"/>
        </w:rPr>
      </w:pPr>
      <w:r>
        <w:rPr>
          <w:lang w:val="nl-NL"/>
        </w:rPr>
        <w:t>Willem Kruijer</w:t>
      </w:r>
    </w:p>
    <w:p w:rsidR="00FA1A33" w:rsidRDefault="00FA1A33" w:rsidP="00233B8B">
      <w:pPr>
        <w:rPr>
          <w:lang w:val="nl-NL"/>
        </w:rPr>
      </w:pPr>
    </w:p>
    <w:p w:rsidR="00FA1A33" w:rsidRDefault="00FA1A33" w:rsidP="00233B8B">
      <w:pPr>
        <w:rPr>
          <w:lang w:val="nl-NL"/>
        </w:rPr>
      </w:pPr>
    </w:p>
    <w:p w:rsidR="009C1C8C" w:rsidRPr="009C1C8C" w:rsidRDefault="009C1C8C" w:rsidP="009C1C8C">
      <w:pPr>
        <w:rPr>
          <w:lang w:val="nl-NL"/>
        </w:rPr>
      </w:pPr>
    </w:p>
    <w:sectPr w:rsidR="009C1C8C" w:rsidRPr="009C1C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702475"/>
    <w:multiLevelType w:val="hybridMultilevel"/>
    <w:tmpl w:val="0456D42E"/>
    <w:lvl w:ilvl="0" w:tplc="780E1354">
      <w:numFmt w:val="bullet"/>
      <w:lvlText w:val=""/>
      <w:lvlJc w:val="left"/>
      <w:pPr>
        <w:ind w:left="720" w:hanging="360"/>
      </w:pPr>
      <w:rPr>
        <w:rFonts w:ascii="Symbol" w:eastAsiaTheme="minorHAns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9FA724B"/>
    <w:multiLevelType w:val="hybridMultilevel"/>
    <w:tmpl w:val="DEBC8C8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75A510DB"/>
    <w:multiLevelType w:val="hybridMultilevel"/>
    <w:tmpl w:val="DEBC8C8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B8B"/>
    <w:rsid w:val="0011544A"/>
    <w:rsid w:val="001566A5"/>
    <w:rsid w:val="00233B8B"/>
    <w:rsid w:val="0027551E"/>
    <w:rsid w:val="00455DBD"/>
    <w:rsid w:val="004A760B"/>
    <w:rsid w:val="0052517C"/>
    <w:rsid w:val="005336EC"/>
    <w:rsid w:val="006114F7"/>
    <w:rsid w:val="00615293"/>
    <w:rsid w:val="00656223"/>
    <w:rsid w:val="0074723D"/>
    <w:rsid w:val="00852A4F"/>
    <w:rsid w:val="009C1C8C"/>
    <w:rsid w:val="00AE0341"/>
    <w:rsid w:val="00C37E8E"/>
    <w:rsid w:val="00C76F35"/>
    <w:rsid w:val="00CB5DF1"/>
    <w:rsid w:val="00CE5CF4"/>
    <w:rsid w:val="00E25094"/>
    <w:rsid w:val="00E45336"/>
    <w:rsid w:val="00EE17BE"/>
    <w:rsid w:val="00F2658A"/>
    <w:rsid w:val="00FA1A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17306"/>
  <w15:docId w15:val="{3639F8B2-2749-43BB-BFBA-02F094FE6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7"/>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3B8B"/>
    <w:pPr>
      <w:spacing w:after="0" w:line="240" w:lineRule="auto"/>
    </w:pPr>
    <w:rPr>
      <w:rFonts w:ascii="Calibri" w:hAnsi="Calibri" w:cs="Times New Roman"/>
      <w:sz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33B8B"/>
    <w:rPr>
      <w:color w:val="0000FF"/>
      <w:u w:val="single"/>
    </w:rPr>
  </w:style>
  <w:style w:type="paragraph" w:styleId="NormalWeb">
    <w:name w:val="Normal (Web)"/>
    <w:basedOn w:val="Normal"/>
    <w:uiPriority w:val="99"/>
    <w:semiHidden/>
    <w:unhideWhenUsed/>
    <w:rsid w:val="00233B8B"/>
    <w:pPr>
      <w:spacing w:before="100" w:beforeAutospacing="1" w:after="100" w:afterAutospacing="1"/>
    </w:pPr>
    <w:rPr>
      <w:rFonts w:ascii="Times New Roman" w:hAnsi="Times New Roman"/>
      <w:sz w:val="24"/>
      <w:szCs w:val="24"/>
    </w:rPr>
  </w:style>
  <w:style w:type="paragraph" w:styleId="ListParagraph">
    <w:name w:val="List Paragraph"/>
    <w:basedOn w:val="Normal"/>
    <w:uiPriority w:val="34"/>
    <w:qFormat/>
    <w:rsid w:val="00233B8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88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9DC14CFF.dotm</Template>
  <TotalTime>114</TotalTime>
  <Pages>1</Pages>
  <Words>384</Words>
  <Characters>2114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Wageningen UR</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Willem Kruijer</dc:creator>
  <cp:lastModifiedBy>Willem Kruijer</cp:lastModifiedBy>
  <cp:revision>12</cp:revision>
  <dcterms:created xsi:type="dcterms:W3CDTF">2017-05-19T13:30:00Z</dcterms:created>
  <dcterms:modified xsi:type="dcterms:W3CDTF">2018-03-23T15:40:00Z</dcterms:modified>
</cp:coreProperties>
</file>